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F14FE7" w:rsidP="00E23D0D">
      <w:pPr>
        <w:pStyle w:val="Heading2"/>
        <w:rPr>
          <w:lang w:val="en-US"/>
        </w:rPr>
      </w:pPr>
      <w:r>
        <w:rPr>
          <w:lang w:val="en-US"/>
        </w:rPr>
        <w:t>January</w:t>
      </w:r>
      <w:r w:rsidR="00C01C38">
        <w:rPr>
          <w:lang w:val="en-US"/>
        </w:rPr>
        <w:t xml:space="preserve"> </w:t>
      </w:r>
      <w:r>
        <w:t>201</w:t>
      </w:r>
      <w:r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b/>
          <w:bCs/>
          <w:sz w:val="20"/>
          <w:lang w:val="en-US"/>
        </w:rPr>
      </w:pPr>
      <w:r w:rsidRPr="00F14FE7">
        <w:rPr>
          <w:b/>
          <w:bCs/>
          <w:sz w:val="20"/>
          <w:lang w:val="en-US"/>
        </w:rPr>
        <w:t>Commodity</w:t>
      </w:r>
      <w:r w:rsidRPr="00F14FE7">
        <w:rPr>
          <w:b/>
          <w:bCs/>
          <w:sz w:val="20"/>
          <w:lang w:val="en-US"/>
        </w:rPr>
        <w:tab/>
        <w:t>Kwacha</w:t>
      </w:r>
      <w:r w:rsidRPr="00F14FE7">
        <w:rPr>
          <w:b/>
          <w:bCs/>
          <w:sz w:val="20"/>
          <w:lang w:val="en-US"/>
        </w:rPr>
        <w:tab/>
        <w:t>Quantity</w:t>
      </w:r>
      <w:r w:rsidRPr="00F14FE7">
        <w:rPr>
          <w:b/>
          <w:bCs/>
          <w:sz w:val="20"/>
          <w:lang w:val="en-US"/>
        </w:rPr>
        <w:tab/>
        <w:t>Total</w:t>
      </w:r>
      <w:r w:rsidRPr="00F14FE7">
        <w:rPr>
          <w:b/>
          <w:bCs/>
          <w:sz w:val="20"/>
          <w:lang w:val="en-US"/>
        </w:rPr>
        <w:tab/>
        <w:t>Kwacha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 xml:space="preserve">Mealie </w:t>
      </w:r>
      <w:r>
        <w:rPr>
          <w:color w:val="000000"/>
          <w:sz w:val="20"/>
          <w:lang w:val="en-US"/>
        </w:rPr>
        <w:t>M</w:t>
      </w:r>
      <w:r w:rsidRPr="00F14FE7">
        <w:rPr>
          <w:color w:val="000000"/>
          <w:sz w:val="20"/>
          <w:lang w:val="en-US"/>
        </w:rPr>
        <w:t>eal (breakfast)</w:t>
      </w:r>
      <w:r w:rsidRPr="00F14FE7">
        <w:rPr>
          <w:color w:val="000000"/>
          <w:sz w:val="20"/>
          <w:lang w:val="en-US"/>
        </w:rPr>
        <w:tab/>
        <w:t>67.93</w:t>
      </w:r>
      <w:r w:rsidRPr="00F14FE7">
        <w:rPr>
          <w:color w:val="000000"/>
          <w:sz w:val="20"/>
          <w:lang w:val="en-US"/>
        </w:rPr>
        <w:tab/>
        <w:t>2 x 25Kgs</w:t>
      </w:r>
      <w:r w:rsidRPr="00F14FE7">
        <w:rPr>
          <w:color w:val="000000"/>
          <w:sz w:val="20"/>
          <w:lang w:val="en-US"/>
        </w:rPr>
        <w:tab/>
        <w:t>135.86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Beans</w:t>
      </w:r>
      <w:r w:rsidRPr="00F14FE7">
        <w:rPr>
          <w:color w:val="000000"/>
          <w:sz w:val="20"/>
          <w:lang w:val="en-US"/>
        </w:rPr>
        <w:tab/>
        <w:t>15.00</w:t>
      </w:r>
      <w:r w:rsidRPr="00F14FE7">
        <w:rPr>
          <w:color w:val="000000"/>
          <w:sz w:val="20"/>
          <w:lang w:val="en-US"/>
        </w:rPr>
        <w:tab/>
        <w:t>3 Kgs</w:t>
      </w:r>
      <w:r w:rsidRPr="00F14FE7">
        <w:rPr>
          <w:color w:val="000000"/>
          <w:sz w:val="20"/>
          <w:lang w:val="en-US"/>
        </w:rPr>
        <w:tab/>
        <w:t>45.00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Kapenta (dry)</w:t>
      </w:r>
      <w:r w:rsidRPr="00F14FE7">
        <w:rPr>
          <w:color w:val="000000"/>
          <w:sz w:val="20"/>
          <w:lang w:val="en-US"/>
        </w:rPr>
        <w:tab/>
        <w:t>92.00</w:t>
      </w:r>
      <w:r w:rsidRPr="00F14FE7">
        <w:rPr>
          <w:color w:val="000000"/>
          <w:sz w:val="20"/>
          <w:lang w:val="en-US"/>
        </w:rPr>
        <w:tab/>
        <w:t>2 Kgs</w:t>
      </w:r>
      <w:r w:rsidRPr="00F14FE7">
        <w:rPr>
          <w:color w:val="000000"/>
          <w:sz w:val="20"/>
          <w:lang w:val="en-US"/>
        </w:rPr>
        <w:tab/>
        <w:t>184.00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Bream, smoked</w:t>
      </w:r>
      <w:r w:rsidRPr="00F14FE7">
        <w:rPr>
          <w:color w:val="000000"/>
          <w:sz w:val="20"/>
          <w:lang w:val="en-US"/>
        </w:rPr>
        <w:tab/>
        <w:t>140.00</w:t>
      </w:r>
      <w:r w:rsidRPr="00F14FE7">
        <w:rPr>
          <w:color w:val="000000"/>
          <w:sz w:val="20"/>
          <w:lang w:val="en-US"/>
        </w:rPr>
        <w:tab/>
        <w:t>1 Kgs</w:t>
      </w:r>
      <w:r w:rsidRPr="00F14FE7">
        <w:rPr>
          <w:color w:val="000000"/>
          <w:sz w:val="20"/>
          <w:lang w:val="en-US"/>
        </w:rPr>
        <w:tab/>
        <w:t>140.00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Mixed cut</w:t>
      </w:r>
      <w:r w:rsidRPr="00F14FE7">
        <w:rPr>
          <w:color w:val="000000"/>
          <w:sz w:val="20"/>
          <w:lang w:val="en-US"/>
        </w:rPr>
        <w:tab/>
        <w:t>31.67</w:t>
      </w:r>
      <w:r w:rsidRPr="00F14FE7">
        <w:rPr>
          <w:color w:val="000000"/>
          <w:sz w:val="20"/>
          <w:lang w:val="en-US"/>
        </w:rPr>
        <w:tab/>
        <w:t>4 Kgs</w:t>
      </w:r>
      <w:r w:rsidRPr="00F14FE7">
        <w:rPr>
          <w:color w:val="000000"/>
          <w:sz w:val="20"/>
          <w:lang w:val="en-US"/>
        </w:rPr>
        <w:tab/>
        <w:t>126.68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Dark green vegetable</w:t>
      </w:r>
      <w:r w:rsidRPr="00F14FE7">
        <w:rPr>
          <w:color w:val="000000"/>
          <w:sz w:val="20"/>
          <w:lang w:val="en-US"/>
        </w:rPr>
        <w:tab/>
        <w:t>9.80</w:t>
      </w:r>
      <w:r w:rsidRPr="00F14FE7">
        <w:rPr>
          <w:color w:val="000000"/>
          <w:sz w:val="20"/>
          <w:lang w:val="en-US"/>
        </w:rPr>
        <w:tab/>
        <w:t>4 Kgs</w:t>
      </w:r>
      <w:r w:rsidRPr="00F14FE7">
        <w:rPr>
          <w:color w:val="000000"/>
          <w:sz w:val="20"/>
          <w:lang w:val="en-US"/>
        </w:rPr>
        <w:tab/>
        <w:t>39.20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Tomatoes</w:t>
      </w:r>
      <w:r w:rsidRPr="00F14FE7">
        <w:rPr>
          <w:color w:val="000000"/>
          <w:sz w:val="20"/>
          <w:lang w:val="en-US"/>
        </w:rPr>
        <w:tab/>
        <w:t>10.27</w:t>
      </w:r>
      <w:r w:rsidRPr="00F14FE7">
        <w:rPr>
          <w:color w:val="000000"/>
          <w:sz w:val="20"/>
          <w:lang w:val="en-US"/>
        </w:rPr>
        <w:tab/>
        <w:t>4 Kgs</w:t>
      </w:r>
      <w:r w:rsidRPr="00F14FE7">
        <w:rPr>
          <w:color w:val="000000"/>
          <w:sz w:val="20"/>
          <w:lang w:val="en-US"/>
        </w:rPr>
        <w:tab/>
        <w:t>41.08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Onion, large</w:t>
      </w:r>
      <w:r w:rsidRPr="00F14FE7">
        <w:rPr>
          <w:color w:val="000000"/>
          <w:sz w:val="20"/>
          <w:lang w:val="en-US"/>
        </w:rPr>
        <w:tab/>
        <w:t>11.91</w:t>
      </w:r>
      <w:r w:rsidRPr="00F14FE7">
        <w:rPr>
          <w:color w:val="000000"/>
          <w:sz w:val="20"/>
          <w:lang w:val="en-US"/>
        </w:rPr>
        <w:tab/>
        <w:t>2 Kgs</w:t>
      </w:r>
      <w:r w:rsidRPr="00F14FE7">
        <w:rPr>
          <w:color w:val="000000"/>
          <w:sz w:val="20"/>
          <w:lang w:val="en-US"/>
        </w:rPr>
        <w:tab/>
        <w:t>23.82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Cooking oil (2.5L)</w:t>
      </w:r>
      <w:r w:rsidRPr="00F14FE7">
        <w:rPr>
          <w:color w:val="000000"/>
          <w:sz w:val="20"/>
          <w:lang w:val="en-US"/>
        </w:rPr>
        <w:tab/>
        <w:t>32.88</w:t>
      </w:r>
      <w:r w:rsidRPr="00F14FE7">
        <w:rPr>
          <w:color w:val="000000"/>
          <w:sz w:val="20"/>
          <w:lang w:val="en-US"/>
        </w:rPr>
        <w:tab/>
        <w:t>3 Litres</w:t>
      </w:r>
      <w:r w:rsidRPr="00F14FE7">
        <w:rPr>
          <w:color w:val="000000"/>
          <w:sz w:val="20"/>
          <w:lang w:val="en-US"/>
        </w:rPr>
        <w:tab/>
        <w:t>39.46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Bread wheat, refined floor, baked</w:t>
      </w:r>
      <w:r w:rsidRPr="00F14FE7">
        <w:rPr>
          <w:color w:val="000000"/>
          <w:sz w:val="20"/>
          <w:lang w:val="en-US"/>
        </w:rPr>
        <w:tab/>
        <w:t>5.60</w:t>
      </w:r>
      <w:r w:rsidRPr="00F14FE7">
        <w:rPr>
          <w:color w:val="000000"/>
          <w:sz w:val="20"/>
          <w:lang w:val="en-US"/>
        </w:rPr>
        <w:tab/>
        <w:t>1loaf/day</w:t>
      </w:r>
      <w:r w:rsidRPr="00F14FE7">
        <w:rPr>
          <w:color w:val="000000"/>
          <w:sz w:val="20"/>
          <w:lang w:val="en-US"/>
        </w:rPr>
        <w:tab/>
        <w:t>168.00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Sugar</w:t>
      </w:r>
      <w:r w:rsidRPr="00F14FE7">
        <w:rPr>
          <w:color w:val="000000"/>
          <w:sz w:val="20"/>
          <w:lang w:val="en-US"/>
        </w:rPr>
        <w:tab/>
        <w:t>15.27</w:t>
      </w:r>
      <w:r w:rsidRPr="00F14FE7">
        <w:rPr>
          <w:color w:val="000000"/>
          <w:sz w:val="20"/>
          <w:lang w:val="en-US"/>
        </w:rPr>
        <w:tab/>
        <w:t>6 Kgs</w:t>
      </w:r>
      <w:r w:rsidRPr="00F14FE7">
        <w:rPr>
          <w:color w:val="000000"/>
          <w:sz w:val="20"/>
          <w:lang w:val="en-US"/>
        </w:rPr>
        <w:tab/>
        <w:t>45.81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Milk (500ml Long life)</w:t>
      </w:r>
      <w:r w:rsidRPr="00F14FE7">
        <w:rPr>
          <w:color w:val="000000"/>
          <w:sz w:val="20"/>
          <w:lang w:val="en-US"/>
        </w:rPr>
        <w:tab/>
        <w:t>5.37</w:t>
      </w:r>
      <w:r w:rsidRPr="00F14FE7">
        <w:rPr>
          <w:color w:val="000000"/>
          <w:sz w:val="20"/>
          <w:lang w:val="en-US"/>
        </w:rPr>
        <w:tab/>
        <w:t>2 Litres</w:t>
      </w:r>
      <w:r w:rsidRPr="00F14FE7">
        <w:rPr>
          <w:color w:val="000000"/>
          <w:sz w:val="20"/>
          <w:lang w:val="en-US"/>
        </w:rPr>
        <w:tab/>
        <w:t>21.48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Tea, powder</w:t>
      </w:r>
      <w:r w:rsidRPr="00F14FE7">
        <w:rPr>
          <w:color w:val="000000"/>
          <w:sz w:val="20"/>
          <w:lang w:val="en-US"/>
        </w:rPr>
        <w:tab/>
        <w:t>7.99</w:t>
      </w:r>
      <w:r w:rsidRPr="00F14FE7">
        <w:rPr>
          <w:color w:val="000000"/>
          <w:sz w:val="20"/>
          <w:lang w:val="en-US"/>
        </w:rPr>
        <w:tab/>
        <w:t>1 Kgs</w:t>
      </w:r>
      <w:r w:rsidRPr="00F14FE7">
        <w:rPr>
          <w:color w:val="000000"/>
          <w:sz w:val="20"/>
          <w:lang w:val="en-US"/>
        </w:rPr>
        <w:tab/>
        <w:t>7.99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Eggs</w:t>
      </w:r>
      <w:r w:rsidRPr="00F14FE7">
        <w:rPr>
          <w:color w:val="000000"/>
          <w:sz w:val="20"/>
          <w:lang w:val="en-US"/>
        </w:rPr>
        <w:tab/>
        <w:t>8.95</w:t>
      </w:r>
      <w:r w:rsidRPr="00F14FE7">
        <w:rPr>
          <w:color w:val="000000"/>
          <w:sz w:val="20"/>
          <w:lang w:val="en-US"/>
        </w:rPr>
        <w:tab/>
        <w:t>2units</w:t>
      </w:r>
      <w:r w:rsidRPr="00F14FE7">
        <w:rPr>
          <w:color w:val="000000"/>
          <w:sz w:val="20"/>
          <w:lang w:val="en-US"/>
        </w:rPr>
        <w:tab/>
        <w:t>17.90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Salt</w:t>
      </w:r>
      <w:r w:rsidRPr="00F14FE7">
        <w:rPr>
          <w:color w:val="000000"/>
          <w:sz w:val="20"/>
          <w:lang w:val="en-US"/>
        </w:rPr>
        <w:tab/>
        <w:t>5.84</w:t>
      </w:r>
      <w:r w:rsidRPr="00F14FE7">
        <w:rPr>
          <w:color w:val="000000"/>
          <w:sz w:val="20"/>
          <w:lang w:val="en-US"/>
        </w:rPr>
        <w:tab/>
        <w:t>1 Kgs</w:t>
      </w:r>
      <w:r w:rsidRPr="00F14FE7">
        <w:rPr>
          <w:color w:val="000000"/>
          <w:sz w:val="20"/>
          <w:lang w:val="en-US"/>
        </w:rPr>
        <w:tab/>
        <w:t>5.84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F14FE7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F14FE7">
        <w:rPr>
          <w:b/>
          <w:bCs/>
          <w:i/>
          <w:iCs/>
          <w:color w:val="000000"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  <w:t>1,042.12</w:t>
      </w:r>
    </w:p>
    <w:p w:rsidR="00F14FE7" w:rsidRDefault="00F14FE7" w:rsidP="00F14FE7">
      <w:pPr>
        <w:tabs>
          <w:tab w:val="left" w:pos="3824"/>
          <w:tab w:val="left" w:pos="5306"/>
          <w:tab w:val="left" w:pos="7099"/>
          <w:tab w:val="left" w:pos="8892"/>
        </w:tabs>
        <w:rPr>
          <w:b/>
          <w:bCs/>
          <w:sz w:val="20"/>
        </w:rPr>
      </w:pPr>
    </w:p>
    <w:p w:rsidR="00F14FE7" w:rsidRPr="00F14FE7" w:rsidRDefault="00F14FE7" w:rsidP="00F14FE7">
      <w:pPr>
        <w:tabs>
          <w:tab w:val="left" w:pos="3824"/>
          <w:tab w:val="left" w:pos="5306"/>
          <w:tab w:val="left" w:pos="7099"/>
          <w:tab w:val="left" w:pos="8892"/>
        </w:tabs>
        <w:rPr>
          <w:rFonts w:ascii="Arial Black" w:hAnsi="Arial Black"/>
          <w:color w:val="000000"/>
          <w:sz w:val="16"/>
          <w:szCs w:val="16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Charcoal</w:t>
      </w:r>
      <w:r w:rsidRPr="00F14FE7">
        <w:rPr>
          <w:color w:val="000000"/>
          <w:sz w:val="20"/>
          <w:lang w:val="en-US"/>
        </w:rPr>
        <w:tab/>
        <w:t>99.00</w:t>
      </w:r>
      <w:r w:rsidRPr="00F14FE7">
        <w:rPr>
          <w:color w:val="000000"/>
          <w:sz w:val="20"/>
          <w:lang w:val="en-US"/>
        </w:rPr>
        <w:tab/>
        <w:t>2x 90Kg bags</w:t>
      </w:r>
      <w:r w:rsidRPr="00F14FE7">
        <w:rPr>
          <w:color w:val="000000"/>
          <w:sz w:val="20"/>
          <w:lang w:val="en-US"/>
        </w:rPr>
        <w:tab/>
        <w:t>198.00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Soap (</w:t>
      </w:r>
      <w:proofErr w:type="spellStart"/>
      <w:r w:rsidRPr="00F14FE7">
        <w:rPr>
          <w:color w:val="000000"/>
          <w:sz w:val="20"/>
          <w:lang w:val="en-US"/>
        </w:rPr>
        <w:t>Lifebouy</w:t>
      </w:r>
      <w:proofErr w:type="spellEnd"/>
      <w:r w:rsidRPr="00F14FE7">
        <w:rPr>
          <w:color w:val="000000"/>
          <w:sz w:val="20"/>
          <w:lang w:val="en-US"/>
        </w:rPr>
        <w:t>)</w:t>
      </w:r>
      <w:r w:rsidRPr="00F14FE7">
        <w:rPr>
          <w:color w:val="000000"/>
          <w:sz w:val="20"/>
          <w:lang w:val="en-US"/>
        </w:rPr>
        <w:tab/>
        <w:t>3.15</w:t>
      </w:r>
      <w:r w:rsidRPr="00F14FE7">
        <w:rPr>
          <w:color w:val="000000"/>
          <w:sz w:val="20"/>
          <w:lang w:val="en-US"/>
        </w:rPr>
        <w:tab/>
        <w:t>10 Tablets</w:t>
      </w:r>
      <w:r w:rsidRPr="00F14FE7">
        <w:rPr>
          <w:color w:val="000000"/>
          <w:sz w:val="20"/>
          <w:lang w:val="en-US"/>
        </w:rPr>
        <w:tab/>
        <w:t>31.50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Wash soap (Boom)</w:t>
      </w:r>
      <w:r w:rsidRPr="00F14FE7">
        <w:rPr>
          <w:color w:val="000000"/>
          <w:sz w:val="20"/>
          <w:lang w:val="en-US"/>
        </w:rPr>
        <w:tab/>
        <w:t>4.80</w:t>
      </w:r>
      <w:r w:rsidRPr="00F14FE7">
        <w:rPr>
          <w:color w:val="000000"/>
          <w:sz w:val="20"/>
          <w:lang w:val="en-US"/>
        </w:rPr>
        <w:tab/>
        <w:t>4x400g</w:t>
      </w:r>
      <w:r w:rsidRPr="00F14FE7">
        <w:rPr>
          <w:color w:val="000000"/>
          <w:sz w:val="20"/>
          <w:lang w:val="en-US"/>
        </w:rPr>
        <w:tab/>
        <w:t>19.20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Jelly (</w:t>
      </w:r>
      <w:proofErr w:type="spellStart"/>
      <w:r w:rsidRPr="00F14FE7">
        <w:rPr>
          <w:color w:val="000000"/>
          <w:sz w:val="20"/>
          <w:lang w:val="en-US"/>
        </w:rPr>
        <w:t>e.g</w:t>
      </w:r>
      <w:proofErr w:type="spellEnd"/>
      <w:r w:rsidRPr="00F14FE7">
        <w:rPr>
          <w:color w:val="000000"/>
          <w:sz w:val="20"/>
          <w:lang w:val="en-US"/>
        </w:rPr>
        <w:t xml:space="preserve"> Vaseline)</w:t>
      </w:r>
      <w:r w:rsidRPr="00F14FE7">
        <w:rPr>
          <w:color w:val="000000"/>
          <w:sz w:val="20"/>
          <w:lang w:val="en-US"/>
        </w:rPr>
        <w:tab/>
        <w:t>13.99</w:t>
      </w:r>
      <w:r w:rsidRPr="00F14FE7">
        <w:rPr>
          <w:color w:val="000000"/>
          <w:sz w:val="20"/>
          <w:lang w:val="en-US"/>
        </w:rPr>
        <w:tab/>
        <w:t>1x500ml</w:t>
      </w:r>
      <w:r w:rsidRPr="00F14FE7">
        <w:rPr>
          <w:color w:val="000000"/>
          <w:sz w:val="20"/>
          <w:lang w:val="en-US"/>
        </w:rPr>
        <w:tab/>
        <w:t>13.99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Electricity (medium density - fixed)</w:t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145.00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145.00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Water &amp; Sanitation (medium cost - fixed)</w:t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90.00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90.00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Housing (medium density - 3 bedroom)</w:t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1,350.00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1,350.00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F14FE7">
        <w:rPr>
          <w:b/>
          <w:bCs/>
          <w:i/>
          <w:iCs/>
          <w:sz w:val="20"/>
          <w:lang w:val="en-US"/>
        </w:rPr>
        <w:t>Sub total</w:t>
      </w:r>
      <w:proofErr w:type="spellEnd"/>
      <w:r w:rsidRPr="00F14FE7">
        <w:rPr>
          <w:b/>
          <w:bCs/>
          <w:i/>
          <w:iCs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  <w:t>1,847.69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sz w:val="20"/>
          <w:lang w:val="en-US"/>
        </w:rPr>
      </w:pP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F14FE7">
        <w:rPr>
          <w:b/>
          <w:bCs/>
          <w:i/>
          <w:iCs/>
          <w:sz w:val="20"/>
          <w:lang w:val="en-US"/>
        </w:rPr>
        <w:t>Total for Basic Needs Basket</w:t>
      </w:r>
      <w:r w:rsidRPr="00F14FE7">
        <w:rPr>
          <w:b/>
          <w:bCs/>
          <w:i/>
          <w:iCs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  <w:t>2,889.81</w:t>
      </w:r>
    </w:p>
    <w:p w:rsidR="00F14FE7" w:rsidRPr="00C01C38" w:rsidRDefault="00F14FE7" w:rsidP="00C01C38">
      <w:pPr>
        <w:rPr>
          <w:rFonts w:ascii="Arial Black" w:hAnsi="Arial Black"/>
          <w:b/>
          <w:bCs/>
          <w:sz w:val="16"/>
          <w:szCs w:val="14"/>
        </w:rPr>
      </w:pPr>
    </w:p>
    <w:tbl>
      <w:tblPr>
        <w:tblW w:w="4981" w:type="pct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40"/>
        <w:gridCol w:w="691"/>
        <w:gridCol w:w="693"/>
        <w:gridCol w:w="693"/>
        <w:gridCol w:w="693"/>
        <w:gridCol w:w="691"/>
        <w:gridCol w:w="693"/>
        <w:gridCol w:w="731"/>
        <w:gridCol w:w="731"/>
        <w:gridCol w:w="731"/>
        <w:gridCol w:w="731"/>
        <w:gridCol w:w="735"/>
        <w:gridCol w:w="735"/>
        <w:gridCol w:w="736"/>
      </w:tblGrid>
      <w:tr w:rsidR="00F14FE7" w:rsidRPr="00C01C38" w:rsidTr="00F14FE7">
        <w:trPr>
          <w:trHeight w:val="160"/>
          <w:tblCellSpacing w:w="15" w:type="dxa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4FE7" w:rsidRPr="00C01C38" w:rsidRDefault="00F14FE7" w:rsidP="00170649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17064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Dec 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263C30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Jan 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0D23E5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Feb 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F937C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Mar 13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0D379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Apr 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2002C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May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Pr="00C01C38" w:rsidRDefault="00F14FE7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E7" w:rsidRDefault="00F14FE7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</w:tr>
      <w:tr w:rsidR="00F14FE7" w:rsidRPr="006C0DB8" w:rsidTr="00F14FE7">
        <w:trPr>
          <w:tblCellSpacing w:w="15" w:type="dxa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4FE7" w:rsidRPr="00C01C38" w:rsidRDefault="00F14FE7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170649">
            <w:pPr>
              <w:spacing w:line="276" w:lineRule="auto"/>
              <w:jc w:val="center"/>
              <w:rPr>
                <w:b/>
                <w:bCs/>
                <w:sz w:val="14"/>
                <w:szCs w:val="16"/>
              </w:rPr>
            </w:pPr>
            <w:r w:rsidRPr="006C0DB8">
              <w:rPr>
                <w:b/>
                <w:bCs/>
                <w:sz w:val="14"/>
                <w:szCs w:val="16"/>
              </w:rPr>
              <w:t xml:space="preserve">2,558.47      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263C30">
            <w:pPr>
              <w:spacing w:line="276" w:lineRule="auto"/>
              <w:jc w:val="center"/>
              <w:rPr>
                <w:b/>
                <w:bCs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2,581.59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0D23E5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2,799.07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F937C8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2,864.35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0D379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</w:rPr>
              <w:t>2,847.34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2002C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2,836.68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6C0DB8" w:rsidRDefault="00F14FE7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FC2FAE" w:rsidRDefault="00F14FE7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81557D" w:rsidRDefault="00F14FE7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9C7397" w:rsidRDefault="00F14FE7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5A7E31" w:rsidRDefault="00F14FE7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5A7E31" w:rsidRDefault="00F14FE7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7" w:rsidRPr="00C01C38" w:rsidRDefault="00EE247C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Grades 8-9 (User+PTA/year)</w:t>
      </w:r>
      <w:r w:rsidR="0056086B">
        <w:rPr>
          <w:sz w:val="20"/>
        </w:rPr>
        <w:tab/>
        <w:t>K650.0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55685D">
        <w:rPr>
          <w:sz w:val="20"/>
        </w:rPr>
        <w:t xml:space="preserve"> Grades 10-12 (User+PTA/year)</w:t>
      </w:r>
      <w:r w:rsidR="0055685D">
        <w:rPr>
          <w:sz w:val="20"/>
        </w:rPr>
        <w:tab/>
        <w:t>K8</w:t>
      </w:r>
      <w:r w:rsidR="000D63C5">
        <w:rPr>
          <w:sz w:val="20"/>
        </w:rPr>
        <w:t>9</w:t>
      </w:r>
      <w:r w:rsidR="0056086B">
        <w:rPr>
          <w:sz w:val="20"/>
        </w:rPr>
        <w:t>0.</w:t>
      </w:r>
      <w:r w:rsidR="000D63C5">
        <w:rPr>
          <w:sz w:val="20"/>
        </w:rPr>
        <w:t>5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AD5CDE">
        <w:rPr>
          <w:sz w:val="20"/>
        </w:rPr>
        <w:t>grades 8-12)</w:t>
      </w:r>
      <w:r w:rsidR="00AD5CDE">
        <w:rPr>
          <w:sz w:val="20"/>
        </w:rPr>
        <w:tab/>
        <w:t>K48</w:t>
      </w:r>
      <w:r w:rsidR="0056086B">
        <w:rPr>
          <w:sz w:val="20"/>
        </w:rPr>
        <w:t>0.</w:t>
      </w:r>
      <w:r w:rsidR="0055685D">
        <w:rPr>
          <w:sz w:val="20"/>
        </w:rPr>
        <w:t>00-K6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56086B">
        <w:rPr>
          <w:sz w:val="20"/>
        </w:rPr>
        <w:t>Chifubu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Petrol (per litre)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K9.91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Diesel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K9.20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Kerosene (per litre)</w:t>
      </w:r>
      <w:r w:rsidR="0056086B">
        <w:rPr>
          <w:sz w:val="20"/>
        </w:rPr>
        <w:tab/>
      </w:r>
      <w:r w:rsidR="0056086B">
        <w:rPr>
          <w:sz w:val="20"/>
        </w:rPr>
        <w:tab/>
        <w:t>K6.60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806196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64" w:type="pct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977"/>
        <w:gridCol w:w="846"/>
        <w:gridCol w:w="756"/>
        <w:gridCol w:w="1117"/>
      </w:tblGrid>
      <w:tr w:rsidR="009B6856" w:rsidRPr="00EE247C" w:rsidTr="009B6856">
        <w:trPr>
          <w:trHeight w:val="203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Lusaka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Kasama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  <w:highlight w:val="yellow"/>
              </w:rPr>
            </w:pPr>
            <w:r w:rsidRPr="009B6856">
              <w:rPr>
                <w:b/>
                <w:bCs/>
                <w:sz w:val="18"/>
                <w:szCs w:val="18"/>
              </w:rPr>
              <w:t>Mansa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Mongu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Ndola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Solwezi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Monze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Chipata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Mpika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Luanshya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Kitwe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Kabwe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196" w:rsidRPr="009B6856" w:rsidRDefault="00806196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</w:rPr>
              <w:t>Livingstone</w:t>
            </w:r>
          </w:p>
        </w:tc>
      </w:tr>
      <w:tr w:rsidR="009B6856" w:rsidRPr="00AC0944" w:rsidTr="009B6856">
        <w:trPr>
          <w:trHeight w:val="127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</w:rPr>
            </w:pPr>
            <w:r w:rsidRPr="009B6856">
              <w:rPr>
                <w:b/>
                <w:color w:val="000000"/>
                <w:sz w:val="18"/>
                <w:szCs w:val="18"/>
                <w:lang w:val="en-US"/>
              </w:rPr>
              <w:t>3,605.01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2,276.68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</w:rPr>
            </w:pPr>
            <w:r w:rsidRPr="009B6856">
              <w:rPr>
                <w:b/>
                <w:sz w:val="18"/>
                <w:szCs w:val="18"/>
              </w:rPr>
              <w:t>2,247.85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9B6856">
              <w:rPr>
                <w:b/>
                <w:sz w:val="18"/>
                <w:szCs w:val="18"/>
              </w:rPr>
              <w:t>1,985.94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2,889.81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196" w:rsidRPr="009B6856" w:rsidRDefault="00806196" w:rsidP="003A346A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3,053.03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2,211.73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2,197.32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</w:rPr>
            </w:pPr>
            <w:r w:rsidRPr="009B6856">
              <w:rPr>
                <w:b/>
                <w:sz w:val="18"/>
                <w:szCs w:val="18"/>
                <w:lang w:val="en-US"/>
              </w:rPr>
              <w:t>1,613.56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2,158.93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spacing w:before="120" w:line="276" w:lineRule="auto"/>
              <w:jc w:val="right"/>
              <w:rPr>
                <w:b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2,405.04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196" w:rsidRPr="009B6856" w:rsidRDefault="00806196" w:rsidP="003A346A">
            <w:pPr>
              <w:spacing w:before="120" w:line="276" w:lineRule="auto"/>
              <w:ind w:left="-312"/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2,518.74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196" w:rsidRPr="009B6856" w:rsidRDefault="00806196" w:rsidP="003A346A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8"/>
                <w:szCs w:val="18"/>
                <w:lang w:val="en-US"/>
              </w:rPr>
            </w:pPr>
            <w:r w:rsidRPr="009B6856">
              <w:rPr>
                <w:b/>
                <w:bCs/>
                <w:sz w:val="18"/>
                <w:szCs w:val="18"/>
                <w:lang w:val="en-US"/>
              </w:rPr>
              <w:t>2,708.99</w:t>
            </w:r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Default="00187AD1" w:rsidP="001A2876">
      <w:pPr>
        <w:jc w:val="center"/>
        <w:rPr>
          <w:rStyle w:val="Emphasis"/>
          <w:sz w:val="14"/>
          <w:szCs w:val="14"/>
        </w:rPr>
      </w:pPr>
      <w:r w:rsidRPr="009B6856">
        <w:rPr>
          <w:rStyle w:val="Emphasis"/>
          <w:sz w:val="14"/>
          <w:szCs w:val="14"/>
        </w:rPr>
        <w:t>This survey was conducted on</w:t>
      </w:r>
      <w:r w:rsidR="00F526DB" w:rsidRPr="009B6856">
        <w:rPr>
          <w:rStyle w:val="Emphasis"/>
          <w:b/>
          <w:sz w:val="14"/>
          <w:szCs w:val="14"/>
        </w:rPr>
        <w:t xml:space="preserve"> 2</w:t>
      </w:r>
      <w:r w:rsidR="00C94DD3" w:rsidRPr="009B6856">
        <w:rPr>
          <w:rStyle w:val="Emphasis"/>
          <w:b/>
          <w:sz w:val="14"/>
          <w:szCs w:val="14"/>
        </w:rPr>
        <w:t>5</w:t>
      </w:r>
      <w:r w:rsidR="00C94DD3" w:rsidRPr="009B6856">
        <w:rPr>
          <w:rStyle w:val="Emphasis"/>
          <w:b/>
          <w:sz w:val="14"/>
          <w:szCs w:val="14"/>
          <w:vertAlign w:val="superscript"/>
        </w:rPr>
        <w:t>th</w:t>
      </w:r>
      <w:r w:rsidR="00C94DD3" w:rsidRPr="009B6856">
        <w:rPr>
          <w:rStyle w:val="Emphasis"/>
          <w:b/>
          <w:sz w:val="14"/>
          <w:szCs w:val="14"/>
        </w:rPr>
        <w:t xml:space="preserve"> </w:t>
      </w:r>
      <w:r w:rsidR="00806196" w:rsidRPr="009B6856">
        <w:rPr>
          <w:rStyle w:val="Emphasis"/>
          <w:b/>
          <w:sz w:val="14"/>
          <w:szCs w:val="14"/>
        </w:rPr>
        <w:t>January</w:t>
      </w:r>
      <w:r w:rsidR="000D379C" w:rsidRPr="009B6856">
        <w:rPr>
          <w:rStyle w:val="Emphasis"/>
          <w:b/>
          <w:sz w:val="14"/>
          <w:szCs w:val="14"/>
        </w:rPr>
        <w:t>,</w:t>
      </w:r>
      <w:r w:rsidR="00A03A24" w:rsidRPr="009B6856">
        <w:rPr>
          <w:rStyle w:val="Emphasis"/>
          <w:b/>
          <w:sz w:val="14"/>
          <w:szCs w:val="14"/>
        </w:rPr>
        <w:t xml:space="preserve"> </w:t>
      </w:r>
      <w:r w:rsidR="00516930" w:rsidRPr="009B6856">
        <w:rPr>
          <w:rStyle w:val="Emphasis"/>
          <w:b/>
          <w:sz w:val="14"/>
          <w:szCs w:val="14"/>
        </w:rPr>
        <w:t>201</w:t>
      </w:r>
      <w:r w:rsidR="00806196" w:rsidRPr="009B6856">
        <w:rPr>
          <w:rStyle w:val="Emphasis"/>
          <w:b/>
          <w:sz w:val="14"/>
          <w:szCs w:val="14"/>
        </w:rPr>
        <w:t>4</w:t>
      </w:r>
      <w:r w:rsidRPr="009B6856">
        <w:rPr>
          <w:rStyle w:val="Emphasis"/>
          <w:b/>
          <w:bCs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by the Social </w:t>
      </w:r>
      <w:r w:rsidR="00806196" w:rsidRPr="009B6856">
        <w:rPr>
          <w:rStyle w:val="Emphasis"/>
          <w:sz w:val="14"/>
          <w:szCs w:val="14"/>
        </w:rPr>
        <w:t>and Economic Development</w:t>
      </w:r>
      <w:r w:rsidRPr="009B6856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9B6856">
        <w:rPr>
          <w:rStyle w:val="Emphasis"/>
          <w:sz w:val="14"/>
          <w:szCs w:val="14"/>
        </w:rPr>
        <w:t>Masala</w:t>
      </w:r>
      <w:proofErr w:type="spellEnd"/>
      <w:r w:rsidRPr="009B6856">
        <w:rPr>
          <w:rStyle w:val="Emphasis"/>
          <w:sz w:val="14"/>
          <w:szCs w:val="14"/>
        </w:rPr>
        <w:t xml:space="preserve"> Market, Twapia Market, Mushili Market</w:t>
      </w:r>
      <w:r w:rsidR="00A03A24" w:rsidRPr="009B6856">
        <w:rPr>
          <w:rStyle w:val="Emphasis"/>
          <w:sz w:val="14"/>
          <w:szCs w:val="14"/>
        </w:rPr>
        <w:t xml:space="preserve">, </w:t>
      </w:r>
      <w:proofErr w:type="spellStart"/>
      <w:r w:rsidR="00A03A24" w:rsidRPr="009B6856">
        <w:rPr>
          <w:rStyle w:val="Emphasis"/>
          <w:sz w:val="14"/>
          <w:szCs w:val="14"/>
        </w:rPr>
        <w:t>Lubuto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proofErr w:type="spellStart"/>
      <w:proofErr w:type="gramStart"/>
      <w:r w:rsidR="00A03A24" w:rsidRPr="009B6856">
        <w:rPr>
          <w:rStyle w:val="Emphasis"/>
          <w:sz w:val="14"/>
          <w:szCs w:val="14"/>
        </w:rPr>
        <w:t>Chifubu</w:t>
      </w:r>
      <w:proofErr w:type="spellEnd"/>
      <w:proofErr w:type="gramEnd"/>
      <w:r w:rsidR="00A03A24" w:rsidRPr="009B6856">
        <w:rPr>
          <w:rStyle w:val="Emphasis"/>
          <w:sz w:val="14"/>
          <w:szCs w:val="14"/>
        </w:rPr>
        <w:t xml:space="preserve"> Market, pick “n’ pay and </w:t>
      </w:r>
      <w:r w:rsidRPr="009B6856">
        <w:rPr>
          <w:rStyle w:val="Emphasis"/>
          <w:sz w:val="14"/>
          <w:szCs w:val="14"/>
        </w:rPr>
        <w:t>To</w:t>
      </w:r>
      <w:r w:rsidR="00AC7092" w:rsidRPr="009B6856">
        <w:rPr>
          <w:rStyle w:val="Emphasis"/>
          <w:sz w:val="14"/>
          <w:szCs w:val="14"/>
        </w:rPr>
        <w:t xml:space="preserve">wn Centre Shoprite.  </w:t>
      </w:r>
      <w:proofErr w:type="gramStart"/>
      <w:r w:rsidR="00AC7092" w:rsidRPr="009B6856">
        <w:rPr>
          <w:rStyle w:val="Emphasis"/>
          <w:sz w:val="14"/>
          <w:szCs w:val="14"/>
        </w:rPr>
        <w:t xml:space="preserve">Additional </w:t>
      </w:r>
      <w:r w:rsidRPr="009B6856">
        <w:rPr>
          <w:rStyle w:val="Emphasis"/>
          <w:sz w:val="14"/>
          <w:szCs w:val="14"/>
        </w:rPr>
        <w:t xml:space="preserve">information was obtained from ZESCO, the </w:t>
      </w:r>
      <w:proofErr w:type="spellStart"/>
      <w:r w:rsidRPr="009B6856">
        <w:rPr>
          <w:rStyle w:val="Emphasis"/>
          <w:sz w:val="14"/>
          <w:szCs w:val="14"/>
        </w:rPr>
        <w:t>Kufubu</w:t>
      </w:r>
      <w:proofErr w:type="spellEnd"/>
      <w:r w:rsidRPr="009B6856">
        <w:rPr>
          <w:rStyle w:val="Emphasis"/>
          <w:sz w:val="14"/>
          <w:szCs w:val="14"/>
        </w:rPr>
        <w:t xml:space="preserve"> Water and Sewerage Company and schools, clinics a</w:t>
      </w:r>
      <w:r w:rsidR="00A03A24" w:rsidRPr="009B6856">
        <w:rPr>
          <w:rStyle w:val="Emphasis"/>
          <w:sz w:val="14"/>
          <w:szCs w:val="14"/>
        </w:rPr>
        <w:t>nd houses around Ndola.</w:t>
      </w:r>
      <w:proofErr w:type="gramEnd"/>
      <w:r w:rsidR="00A03A24" w:rsidRPr="009B6856">
        <w:rPr>
          <w:rStyle w:val="Emphasis"/>
          <w:sz w:val="14"/>
          <w:szCs w:val="14"/>
        </w:rPr>
        <w:t xml:space="preserve">  The </w:t>
      </w:r>
      <w:r w:rsidR="00806196" w:rsidRPr="009B6856">
        <w:rPr>
          <w:rStyle w:val="Emphasis"/>
          <w:sz w:val="14"/>
          <w:szCs w:val="14"/>
        </w:rPr>
        <w:t>January</w:t>
      </w:r>
      <w:r w:rsidR="0081557D" w:rsidRPr="009B6856">
        <w:rPr>
          <w:rStyle w:val="Emphasis"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Basic Needs Basket is approximately </w:t>
      </w:r>
      <w:r w:rsidRPr="009B6856">
        <w:rPr>
          <w:rStyle w:val="Emphasis"/>
          <w:b/>
          <w:bCs/>
          <w:sz w:val="14"/>
          <w:szCs w:val="14"/>
        </w:rPr>
        <w:t>US$</w:t>
      </w:r>
      <w:r w:rsidR="009B6856" w:rsidRPr="009B6856">
        <w:rPr>
          <w:rStyle w:val="Emphasis"/>
          <w:b/>
          <w:bCs/>
          <w:sz w:val="14"/>
          <w:szCs w:val="14"/>
        </w:rPr>
        <w:t xml:space="preserve"> 523</w:t>
      </w:r>
      <w:r w:rsidR="000E03FF" w:rsidRPr="009B6856">
        <w:rPr>
          <w:rStyle w:val="Emphasis"/>
          <w:b/>
          <w:bCs/>
          <w:sz w:val="14"/>
          <w:szCs w:val="14"/>
        </w:rPr>
        <w:t xml:space="preserve"> </w:t>
      </w:r>
      <w:r w:rsidR="00C94DD3" w:rsidRPr="009B6856">
        <w:rPr>
          <w:rStyle w:val="Emphasis"/>
          <w:sz w:val="14"/>
          <w:szCs w:val="14"/>
        </w:rPr>
        <w:t xml:space="preserve">based upon the </w:t>
      </w:r>
      <w:r w:rsidRPr="009B6856">
        <w:rPr>
          <w:rStyle w:val="Emphasis"/>
          <w:sz w:val="14"/>
          <w:szCs w:val="14"/>
        </w:rPr>
        <w:t xml:space="preserve">rate of </w:t>
      </w:r>
      <w:r w:rsidR="006C0DB8" w:rsidRPr="009B6856">
        <w:rPr>
          <w:rStyle w:val="Emphasis"/>
          <w:b/>
          <w:sz w:val="14"/>
          <w:szCs w:val="14"/>
        </w:rPr>
        <w:t>K</w:t>
      </w:r>
      <w:r w:rsidR="001D08BD" w:rsidRPr="009B6856">
        <w:rPr>
          <w:rStyle w:val="Emphasis"/>
          <w:b/>
          <w:sz w:val="14"/>
          <w:szCs w:val="14"/>
        </w:rPr>
        <w:t>5.</w:t>
      </w:r>
      <w:r w:rsidR="00C94DD3" w:rsidRPr="009B6856">
        <w:rPr>
          <w:rStyle w:val="Emphasis"/>
          <w:b/>
          <w:sz w:val="14"/>
          <w:szCs w:val="14"/>
        </w:rPr>
        <w:t>5</w:t>
      </w:r>
      <w:r w:rsidR="009B6856" w:rsidRPr="009B6856">
        <w:rPr>
          <w:rStyle w:val="Emphasis"/>
          <w:b/>
          <w:sz w:val="14"/>
          <w:szCs w:val="14"/>
        </w:rPr>
        <w:t>209</w:t>
      </w:r>
      <w:r w:rsidRPr="009B6856">
        <w:rPr>
          <w:rStyle w:val="Emphasis"/>
          <w:sz w:val="14"/>
          <w:szCs w:val="14"/>
        </w:rPr>
        <w:t xml:space="preserve"> per</w:t>
      </w:r>
      <w:r w:rsidR="000D63DF" w:rsidRPr="009B6856">
        <w:rPr>
          <w:rStyle w:val="Emphasis"/>
          <w:sz w:val="14"/>
          <w:szCs w:val="14"/>
        </w:rPr>
        <w:t xml:space="preserve"> US$ p</w:t>
      </w:r>
      <w:r w:rsidR="000D23E5" w:rsidRPr="009B6856">
        <w:rPr>
          <w:rStyle w:val="Emphasis"/>
          <w:sz w:val="14"/>
          <w:szCs w:val="14"/>
        </w:rPr>
        <w:t>revailing on</w:t>
      </w:r>
      <w:r w:rsidR="000D379C" w:rsidRPr="009B6856">
        <w:rPr>
          <w:rStyle w:val="Emphasis"/>
          <w:sz w:val="14"/>
          <w:szCs w:val="14"/>
        </w:rPr>
        <w:t xml:space="preserve"> </w:t>
      </w:r>
      <w:r w:rsidR="003E0491" w:rsidRPr="009B6856">
        <w:rPr>
          <w:rStyle w:val="Emphasis"/>
          <w:b/>
          <w:sz w:val="14"/>
          <w:szCs w:val="14"/>
        </w:rPr>
        <w:t xml:space="preserve">the </w:t>
      </w:r>
      <w:r w:rsidR="009B6856" w:rsidRPr="009B6856">
        <w:rPr>
          <w:rStyle w:val="Emphasis"/>
          <w:b/>
          <w:sz w:val="14"/>
          <w:szCs w:val="14"/>
        </w:rPr>
        <w:t>24</w:t>
      </w:r>
      <w:r w:rsidR="009B6856" w:rsidRPr="009B6856">
        <w:rPr>
          <w:rStyle w:val="Emphasis"/>
          <w:b/>
          <w:sz w:val="14"/>
          <w:szCs w:val="14"/>
          <w:vertAlign w:val="superscript"/>
        </w:rPr>
        <w:t>th</w:t>
      </w:r>
      <w:r w:rsidR="009B6856" w:rsidRPr="009B6856">
        <w:rPr>
          <w:rStyle w:val="Emphasis"/>
          <w:b/>
          <w:sz w:val="14"/>
          <w:szCs w:val="14"/>
        </w:rPr>
        <w:t xml:space="preserve"> January, 2014</w:t>
      </w:r>
      <w:r w:rsidRPr="009B6856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9B6856" w:rsidRDefault="009B6856" w:rsidP="001A2876">
      <w:pPr>
        <w:jc w:val="center"/>
        <w:rPr>
          <w:sz w:val="14"/>
          <w:szCs w:val="14"/>
        </w:rPr>
      </w:pP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Tel: 260-211-290-410 </w:t>
      </w:r>
      <w:r w:rsidRPr="009B6856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9B6856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420FAC" w:rsidRPr="009B6856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>Location: 3813 Martin Mwamba Road, Olympia Park, Lusaka</w:t>
      </w:r>
    </w:p>
    <w:sectPr w:rsidR="00420FAC" w:rsidRPr="009B6856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79D" w:rsidRDefault="009F179D" w:rsidP="00D71022">
      <w:r>
        <w:separator/>
      </w:r>
    </w:p>
  </w:endnote>
  <w:endnote w:type="continuationSeparator" w:id="0">
    <w:p w:rsidR="009F179D" w:rsidRDefault="009F179D" w:rsidP="00D7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79D" w:rsidRDefault="009F179D" w:rsidP="00D71022">
      <w:r>
        <w:separator/>
      </w:r>
    </w:p>
  </w:footnote>
  <w:footnote w:type="continuationSeparator" w:id="0">
    <w:p w:rsidR="009F179D" w:rsidRDefault="009F179D" w:rsidP="00D7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F5D41"/>
    <w:rsid w:val="00003699"/>
    <w:rsid w:val="00016C60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A1863"/>
    <w:rsid w:val="000D23E5"/>
    <w:rsid w:val="000D379C"/>
    <w:rsid w:val="000D63C5"/>
    <w:rsid w:val="000D63DF"/>
    <w:rsid w:val="000E03FF"/>
    <w:rsid w:val="000E2A10"/>
    <w:rsid w:val="000F10D0"/>
    <w:rsid w:val="000F1954"/>
    <w:rsid w:val="00120A3D"/>
    <w:rsid w:val="00130B64"/>
    <w:rsid w:val="00154D52"/>
    <w:rsid w:val="00157476"/>
    <w:rsid w:val="00170649"/>
    <w:rsid w:val="00187AD1"/>
    <w:rsid w:val="001930D0"/>
    <w:rsid w:val="001A2876"/>
    <w:rsid w:val="001D08B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48A1"/>
    <w:rsid w:val="003F5D41"/>
    <w:rsid w:val="00420A9D"/>
    <w:rsid w:val="00420FAC"/>
    <w:rsid w:val="00421332"/>
    <w:rsid w:val="00422C91"/>
    <w:rsid w:val="004276EB"/>
    <w:rsid w:val="0045033D"/>
    <w:rsid w:val="00455038"/>
    <w:rsid w:val="004624FC"/>
    <w:rsid w:val="00463D3D"/>
    <w:rsid w:val="00464E4B"/>
    <w:rsid w:val="00467567"/>
    <w:rsid w:val="0049511C"/>
    <w:rsid w:val="004A5C35"/>
    <w:rsid w:val="00512146"/>
    <w:rsid w:val="00512F51"/>
    <w:rsid w:val="00516930"/>
    <w:rsid w:val="00521E87"/>
    <w:rsid w:val="0055685D"/>
    <w:rsid w:val="0056086B"/>
    <w:rsid w:val="00566A5F"/>
    <w:rsid w:val="005707B9"/>
    <w:rsid w:val="00590334"/>
    <w:rsid w:val="005A7E31"/>
    <w:rsid w:val="005D3E5C"/>
    <w:rsid w:val="005F40F0"/>
    <w:rsid w:val="00610737"/>
    <w:rsid w:val="0061089F"/>
    <w:rsid w:val="00625F62"/>
    <w:rsid w:val="006533A8"/>
    <w:rsid w:val="00683A86"/>
    <w:rsid w:val="006911F3"/>
    <w:rsid w:val="006C0DB8"/>
    <w:rsid w:val="006C246F"/>
    <w:rsid w:val="006D6D5C"/>
    <w:rsid w:val="006D7C0F"/>
    <w:rsid w:val="00716A43"/>
    <w:rsid w:val="00732AC9"/>
    <w:rsid w:val="007717C0"/>
    <w:rsid w:val="007833A7"/>
    <w:rsid w:val="00784D80"/>
    <w:rsid w:val="0079661B"/>
    <w:rsid w:val="007A4FB3"/>
    <w:rsid w:val="007B2189"/>
    <w:rsid w:val="007B6C40"/>
    <w:rsid w:val="00806196"/>
    <w:rsid w:val="008068CC"/>
    <w:rsid w:val="0081557D"/>
    <w:rsid w:val="008362C6"/>
    <w:rsid w:val="008579C8"/>
    <w:rsid w:val="0086726F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902E9"/>
    <w:rsid w:val="009B6856"/>
    <w:rsid w:val="009C4B67"/>
    <w:rsid w:val="009C7397"/>
    <w:rsid w:val="009F179D"/>
    <w:rsid w:val="009F77BA"/>
    <w:rsid w:val="00A03A24"/>
    <w:rsid w:val="00A0454F"/>
    <w:rsid w:val="00A13194"/>
    <w:rsid w:val="00A272A4"/>
    <w:rsid w:val="00A523AA"/>
    <w:rsid w:val="00A637F9"/>
    <w:rsid w:val="00AC7092"/>
    <w:rsid w:val="00AD5CDE"/>
    <w:rsid w:val="00B03674"/>
    <w:rsid w:val="00B50067"/>
    <w:rsid w:val="00B539A0"/>
    <w:rsid w:val="00B741BB"/>
    <w:rsid w:val="00BA4452"/>
    <w:rsid w:val="00C01C38"/>
    <w:rsid w:val="00C02579"/>
    <w:rsid w:val="00C37C0B"/>
    <w:rsid w:val="00C72291"/>
    <w:rsid w:val="00C759D0"/>
    <w:rsid w:val="00C8022B"/>
    <w:rsid w:val="00C94DD3"/>
    <w:rsid w:val="00CC007F"/>
    <w:rsid w:val="00CC129E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F42A2"/>
    <w:rsid w:val="00DF7B25"/>
    <w:rsid w:val="00E02334"/>
    <w:rsid w:val="00E169D7"/>
    <w:rsid w:val="00E17579"/>
    <w:rsid w:val="00E222A5"/>
    <w:rsid w:val="00E23D0D"/>
    <w:rsid w:val="00E35FB2"/>
    <w:rsid w:val="00E6746F"/>
    <w:rsid w:val="00E6766D"/>
    <w:rsid w:val="00EB36D0"/>
    <w:rsid w:val="00EC1E66"/>
    <w:rsid w:val="00EC7C2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937C8"/>
    <w:rsid w:val="00F952DC"/>
    <w:rsid w:val="00FA3505"/>
    <w:rsid w:val="00FC2FAE"/>
    <w:rsid w:val="00FD720A"/>
    <w:rsid w:val="00FE28A7"/>
    <w:rsid w:val="00FF4BD8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201F-D6A9-43C2-94C8-190E8FA4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54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8</cp:revision>
  <dcterms:created xsi:type="dcterms:W3CDTF">2014-02-11T10:33:00Z</dcterms:created>
  <dcterms:modified xsi:type="dcterms:W3CDTF">2014-02-13T07:49:00Z</dcterms:modified>
</cp:coreProperties>
</file>